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7C" w:rsidRDefault="00DD487C" w:rsidP="007B66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2A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азвитию</w:t>
      </w:r>
      <w:r w:rsidRPr="00305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познавательно-исследовательской деятельности</w:t>
      </w:r>
      <w:r w:rsidRPr="003052AF">
        <w:rPr>
          <w:rFonts w:ascii="Times New Roman" w:hAnsi="Times New Roman" w:cs="Times New Roman"/>
          <w:b/>
          <w:bCs/>
          <w:sz w:val="28"/>
          <w:szCs w:val="28"/>
        </w:rPr>
        <w:t xml:space="preserve"> во второй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раннего развития</w:t>
      </w:r>
    </w:p>
    <w:p w:rsidR="00DD487C" w:rsidRPr="003052AF" w:rsidRDefault="00DD487C" w:rsidP="007B66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487C" w:rsidRPr="003052AF" w:rsidRDefault="00DD487C" w:rsidP="007B66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bCs/>
          <w:sz w:val="28"/>
          <w:szCs w:val="28"/>
        </w:rPr>
        <w:t>Данная рабочая программа представляет собой методические рекомендации, планирование и содержание работы с детьми по ознакомлению с предметным окружением. Система работы включает</w:t>
      </w:r>
      <w:r w:rsidRPr="003052AF">
        <w:rPr>
          <w:rFonts w:ascii="Times New Roman" w:hAnsi="Times New Roman" w:cs="Times New Roman"/>
          <w:sz w:val="28"/>
          <w:szCs w:val="28"/>
        </w:rPr>
        <w:t xml:space="preserve"> 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беседы, экскурсии, наблюде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ния, игровые задания, элементарные опыты и многое другое.</w:t>
      </w:r>
    </w:p>
    <w:p w:rsidR="00DD487C" w:rsidRPr="003052AF" w:rsidRDefault="00DD487C" w:rsidP="007B66CE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Рабочая программа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ознакомлению с предметным окружением во второй группе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раннего развития 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построена с учетом преемственности рабо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ты с младшими группами детского сада.</w:t>
      </w:r>
    </w:p>
    <w:p w:rsidR="00DD487C" w:rsidRPr="003052AF" w:rsidRDefault="00DD487C" w:rsidP="007B66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2AF">
        <w:rPr>
          <w:rFonts w:ascii="Times New Roman" w:hAnsi="Times New Roman" w:cs="Times New Roman"/>
          <w:sz w:val="28"/>
          <w:szCs w:val="28"/>
        </w:rPr>
        <w:t>Изучение каждой темы может завершаться итоговым заданием, в качестве которого можно использовать ребусы, загадки, рисунки-от</w:t>
      </w:r>
      <w:r w:rsidRPr="003052AF">
        <w:rPr>
          <w:rFonts w:ascii="Times New Roman" w:hAnsi="Times New Roman" w:cs="Times New Roman"/>
          <w:sz w:val="28"/>
          <w:szCs w:val="28"/>
        </w:rPr>
        <w:softHyphen/>
        <w:t>гадки и т.д.</w:t>
      </w:r>
    </w:p>
    <w:p w:rsidR="00DD487C" w:rsidRPr="003052AF" w:rsidRDefault="00DD487C" w:rsidP="007B66CE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ознакомлению детей лет с окружающим миром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построена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их психологическими особеннос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тями, выбирая адекватные формы, средства, методы и приемы вза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имодействия и стремясь сделать данный процесс более доступным и результативным.</w:t>
      </w:r>
    </w:p>
    <w:p w:rsidR="00DD487C" w:rsidRDefault="00DD487C" w:rsidP="007B66CE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 второй группе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раннего развития 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детского сада ознакомление с окружа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ющим миром проводится как в форме игр-занятий, так и в форме ди</w:t>
      </w:r>
      <w:r w:rsidRPr="003052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дактической игры, в которой игровое правило регулирует действия и взаимоотношения детей, а правильное решение задач обеспечивает достижение цели игры. </w:t>
      </w:r>
    </w:p>
    <w:p w:rsidR="00DD487C" w:rsidRPr="007B66CE" w:rsidRDefault="00DD487C" w:rsidP="007B66CE">
      <w:pPr>
        <w:suppressAutoHyphens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DD487C" w:rsidRPr="007B66CE" w:rsidSect="004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6CE"/>
    <w:rsid w:val="002C6D0F"/>
    <w:rsid w:val="003052AF"/>
    <w:rsid w:val="00353C19"/>
    <w:rsid w:val="00462F98"/>
    <w:rsid w:val="007B66CE"/>
    <w:rsid w:val="00913212"/>
    <w:rsid w:val="00CC42B7"/>
    <w:rsid w:val="00DD487C"/>
    <w:rsid w:val="00E37606"/>
    <w:rsid w:val="00EB4B02"/>
    <w:rsid w:val="00EC7351"/>
    <w:rsid w:val="00FB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6CE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183</Words>
  <Characters>1048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седова</cp:lastModifiedBy>
  <cp:revision>3</cp:revision>
  <dcterms:created xsi:type="dcterms:W3CDTF">2016-03-04T07:22:00Z</dcterms:created>
  <dcterms:modified xsi:type="dcterms:W3CDTF">2016-12-06T14:57:00Z</dcterms:modified>
</cp:coreProperties>
</file>